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EEC3B" w14:textId="77777777" w:rsidR="00C17BAA" w:rsidRDefault="00C17BAA" w:rsidP="00C17BAA">
      <w:pPr>
        <w:spacing w:after="0" w:line="240" w:lineRule="auto"/>
        <w:jc w:val="center"/>
        <w:rPr>
          <w:rFonts w:ascii="Arial" w:hAnsi="Arial" w:cs="Arial"/>
          <w:b/>
        </w:rPr>
      </w:pPr>
      <w:r w:rsidRPr="00A76954">
        <w:rPr>
          <w:rFonts w:ascii="Arial" w:hAnsi="Arial" w:cs="Arial"/>
          <w:b/>
        </w:rPr>
        <w:t>Séance 1 : Exemple de doc</w:t>
      </w:r>
      <w:r>
        <w:rPr>
          <w:rFonts w:ascii="Arial" w:hAnsi="Arial" w:cs="Arial"/>
          <w:b/>
        </w:rPr>
        <w:t>ument à compléter par les équipes</w:t>
      </w:r>
    </w:p>
    <w:p w14:paraId="73398805" w14:textId="77777777" w:rsidR="00C17BAA" w:rsidRDefault="00C17BAA" w:rsidP="00121D7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42FC5830" wp14:editId="65CFF50A">
            <wp:extent cx="4492819" cy="2752725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7-03-19 à 20.51.0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535" cy="2754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12419F0" w14:textId="77777777" w:rsidR="00C17BAA" w:rsidRDefault="00C17BAA" w:rsidP="00C17BAA">
      <w:pPr>
        <w:spacing w:after="0" w:line="240" w:lineRule="auto"/>
        <w:rPr>
          <w:rFonts w:ascii="Arial" w:hAnsi="Arial" w:cs="Arial"/>
          <w:b/>
        </w:rPr>
      </w:pPr>
    </w:p>
    <w:p w14:paraId="6103B1E0" w14:textId="77777777" w:rsidR="00C17BAA" w:rsidRDefault="00C17BAA" w:rsidP="00C17BA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Grille"/>
        <w:tblW w:w="15744" w:type="dxa"/>
        <w:tblLook w:val="04A0" w:firstRow="1" w:lastRow="0" w:firstColumn="1" w:lastColumn="0" w:noHBand="0" w:noVBand="1"/>
      </w:tblPr>
      <w:tblGrid>
        <w:gridCol w:w="4593"/>
        <w:gridCol w:w="4643"/>
        <w:gridCol w:w="2795"/>
        <w:gridCol w:w="3713"/>
      </w:tblGrid>
      <w:tr w:rsidR="00BB3A67" w14:paraId="4D3D15A0" w14:textId="77777777" w:rsidTr="00BB3A67">
        <w:trPr>
          <w:trHeight w:val="675"/>
        </w:trPr>
        <w:tc>
          <w:tcPr>
            <w:tcW w:w="4593" w:type="dxa"/>
          </w:tcPr>
          <w:p w14:paraId="65CBC63A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Description de la zone agricole </w:t>
            </w:r>
          </w:p>
        </w:tc>
        <w:tc>
          <w:tcPr>
            <w:tcW w:w="4643" w:type="dxa"/>
          </w:tcPr>
          <w:p w14:paraId="55807AEE" w14:textId="77777777" w:rsidR="00BB3A67" w:rsidRDefault="00BB3A67" w:rsidP="002964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de la zone urbaine</w:t>
            </w:r>
          </w:p>
        </w:tc>
        <w:tc>
          <w:tcPr>
            <w:tcW w:w="2795" w:type="dxa"/>
          </w:tcPr>
          <w:p w14:paraId="3CF8F0D3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Satisfactions des habitants </w:t>
            </w:r>
          </w:p>
        </w:tc>
        <w:tc>
          <w:tcPr>
            <w:tcW w:w="3713" w:type="dxa"/>
          </w:tcPr>
          <w:p w14:paraId="353BABDD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Insatisfactions des habitants</w:t>
            </w:r>
          </w:p>
        </w:tc>
      </w:tr>
      <w:tr w:rsidR="00BB3A67" w14:paraId="47C081A5" w14:textId="77777777" w:rsidTr="00BB3A67">
        <w:trPr>
          <w:trHeight w:val="4142"/>
        </w:trPr>
        <w:tc>
          <w:tcPr>
            <w:tcW w:w="4593" w:type="dxa"/>
          </w:tcPr>
          <w:p w14:paraId="3B737AE2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83E0F2F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FD96B2B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2F13C72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BA8A380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F954748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CDC70A4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FDA3B77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2280FAF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5EE830B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A2607FF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00DBB06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643" w:type="dxa"/>
          </w:tcPr>
          <w:p w14:paraId="49CC928C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795" w:type="dxa"/>
          </w:tcPr>
          <w:p w14:paraId="481ED5A2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713" w:type="dxa"/>
          </w:tcPr>
          <w:p w14:paraId="61F67A59" w14:textId="77777777" w:rsidR="00BB3A67" w:rsidRDefault="00BB3A67" w:rsidP="002964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3F3A8490" w14:textId="77777777" w:rsidR="00157F8E" w:rsidRPr="001114C3" w:rsidRDefault="00157F8E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157F8E" w:rsidRPr="001114C3" w:rsidSect="00287E72">
      <w:pgSz w:w="16838" w:h="11906" w:orient="landscape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AA"/>
    <w:rsid w:val="001114C3"/>
    <w:rsid w:val="00121D78"/>
    <w:rsid w:val="00157F8E"/>
    <w:rsid w:val="00BB3A67"/>
    <w:rsid w:val="00C1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8F3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AA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17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3A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3A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AA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17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3A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3A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\Users\JMR\Documents\Modèles Office personnalisés\pagetype.dotx</Template>
  <TotalTime>3</TotalTime>
  <Pages>1</Pages>
  <Words>31</Words>
  <Characters>173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Francesca Cadieu</cp:lastModifiedBy>
  <cp:revision>3</cp:revision>
  <dcterms:created xsi:type="dcterms:W3CDTF">2017-06-28T17:58:00Z</dcterms:created>
  <dcterms:modified xsi:type="dcterms:W3CDTF">2017-07-13T11:45:00Z</dcterms:modified>
</cp:coreProperties>
</file>